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D070DF" w:rsidRDefault="00D070DF" w:rsidP="00D070DF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2021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D070DF" w:rsidRDefault="00D070DF" w:rsidP="00660768">
            <w:pPr>
              <w:pStyle w:val="a9"/>
              <w:spacing w:before="120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 xml:space="preserve">    293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>О бю</w:t>
            </w:r>
            <w:bookmarkStart w:id="3" w:name="_GoBack"/>
            <w:bookmarkEnd w:id="3"/>
            <w:r w:rsidRPr="0006697F">
              <w:rPr>
                <w:szCs w:val="28"/>
              </w:rPr>
              <w:t xml:space="preserve">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 w:rsidP="00D070DF">
            <w:pPr>
              <w:ind w:firstLine="0"/>
            </w:pPr>
          </w:p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4" w:name="Содержание"/>
      <w:bookmarkEnd w:id="4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1E5968">
        <w:t>, 187</w:t>
      </w:r>
      <w:r w:rsidR="00BA233F" w:rsidRPr="00BA233F">
        <w:t xml:space="preserve"> Бюджетного коде</w:t>
      </w:r>
      <w:r w:rsidR="006F2754">
        <w:t xml:space="preserve">кса Российской Федерации, </w:t>
      </w:r>
      <w:r w:rsidR="00F63B71">
        <w:t xml:space="preserve">статьей 34 </w:t>
      </w:r>
      <w:r w:rsidR="00BA233F" w:rsidRPr="00BA233F">
        <w:t>Положени</w:t>
      </w:r>
      <w:r w:rsidR="00F63B71">
        <w:t>я</w:t>
      </w:r>
      <w:r w:rsidR="00BA233F" w:rsidRPr="00BA233F">
        <w:t xml:space="preserve">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</w:t>
      </w:r>
      <w:r w:rsidR="00DA1CDE">
        <w:t>ого</w:t>
      </w:r>
      <w:r w:rsidR="00BA233F" w:rsidRPr="00BA233F">
        <w:t xml:space="preserve"> решением </w:t>
      </w:r>
      <w:r w:rsidR="006F2754">
        <w:t>Совета депутатов</w:t>
      </w:r>
      <w:r w:rsidR="001E5968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C4345C">
        <w:t xml:space="preserve"> </w:t>
      </w:r>
      <w:r w:rsidR="006F2754">
        <w:t>40</w:t>
      </w:r>
      <w:r w:rsidR="00BA233F" w:rsidRPr="00BA233F">
        <w:t>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A8375E" w:rsidRPr="005F1754">
        <w:rPr>
          <w:szCs w:val="28"/>
        </w:rPr>
        <w:t>2</w:t>
      </w:r>
      <w:r w:rsidR="00A8375E">
        <w:rPr>
          <w:szCs w:val="28"/>
        </w:rPr>
        <w:t> 777 934,3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A8375E" w:rsidRPr="00421583">
        <w:rPr>
          <w:szCs w:val="28"/>
        </w:rPr>
        <w:t>2 855</w:t>
      </w:r>
      <w:r w:rsidR="00A8375E" w:rsidRPr="00421583">
        <w:rPr>
          <w:szCs w:val="28"/>
          <w:lang w:val="en-US"/>
        </w:rPr>
        <w:t> </w:t>
      </w:r>
      <w:r w:rsidR="00A8375E" w:rsidRPr="00421583">
        <w:rPr>
          <w:szCs w:val="28"/>
        </w:rPr>
        <w:t>298,4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D73F4F">
        <w:rPr>
          <w:szCs w:val="28"/>
        </w:rPr>
        <w:t>7</w:t>
      </w:r>
      <w:r w:rsidR="00F70E16">
        <w:rPr>
          <w:szCs w:val="28"/>
        </w:rPr>
        <w:t>7</w:t>
      </w:r>
      <w:r w:rsidR="004B432B">
        <w:rPr>
          <w:szCs w:val="28"/>
        </w:rPr>
        <w:t> </w:t>
      </w:r>
      <w:r w:rsidR="00F70E16">
        <w:rPr>
          <w:szCs w:val="28"/>
        </w:rPr>
        <w:t>364</w:t>
      </w:r>
      <w:r w:rsidR="004B432B">
        <w:rPr>
          <w:szCs w:val="28"/>
        </w:rPr>
        <w:t>,</w:t>
      </w:r>
      <w:r w:rsidR="00F70E16">
        <w:rPr>
          <w:szCs w:val="28"/>
        </w:rPr>
        <w:t>1</w:t>
      </w:r>
      <w:r>
        <w:rPr>
          <w:szCs w:val="28"/>
        </w:rPr>
        <w:t>тыс. рублей.</w:t>
      </w:r>
    </w:p>
    <w:p w:rsidR="00954F4D" w:rsidRDefault="00954F4D" w:rsidP="00954F4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от </w:t>
      </w:r>
      <w:r w:rsidR="00B904D7" w:rsidRPr="0042201E">
        <w:rPr>
          <w:color w:val="000000" w:themeColor="text1"/>
          <w:szCs w:val="28"/>
        </w:rPr>
        <w:t>2</w:t>
      </w:r>
      <w:r w:rsidR="0042201E" w:rsidRPr="0042201E">
        <w:rPr>
          <w:color w:val="000000" w:themeColor="text1"/>
          <w:szCs w:val="28"/>
        </w:rPr>
        <w:t>7</w:t>
      </w:r>
      <w:r w:rsidR="00B904D7" w:rsidRPr="0042201E">
        <w:rPr>
          <w:color w:val="000000" w:themeColor="text1"/>
          <w:szCs w:val="28"/>
        </w:rPr>
        <w:t>.0</w:t>
      </w:r>
      <w:r w:rsidR="00A8375E" w:rsidRPr="0042201E">
        <w:rPr>
          <w:color w:val="000000" w:themeColor="text1"/>
          <w:szCs w:val="28"/>
        </w:rPr>
        <w:t>9</w:t>
      </w:r>
      <w:r w:rsidR="00B904D7" w:rsidRPr="0042201E">
        <w:rPr>
          <w:color w:val="000000" w:themeColor="text1"/>
          <w:szCs w:val="28"/>
        </w:rPr>
        <w:t>.</w:t>
      </w:r>
      <w:r w:rsidRPr="0042201E">
        <w:rPr>
          <w:color w:val="000000" w:themeColor="text1"/>
          <w:szCs w:val="28"/>
        </w:rPr>
        <w:t>2022 №</w:t>
      </w:r>
      <w:r w:rsidR="0042201E" w:rsidRPr="0042201E">
        <w:rPr>
          <w:color w:val="000000" w:themeColor="text1"/>
          <w:szCs w:val="28"/>
        </w:rPr>
        <w:t>384</w:t>
      </w:r>
      <w:r w:rsidRPr="00433A71">
        <w:rPr>
          <w:szCs w:val="28"/>
        </w:rPr>
        <w:t>).</w:t>
      </w:r>
    </w:p>
    <w:p w:rsidR="00954F4D" w:rsidRDefault="00954F4D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A8375E" w:rsidRPr="005E0DF1">
        <w:rPr>
          <w:szCs w:val="28"/>
        </w:rPr>
        <w:t>2</w:t>
      </w:r>
      <w:r w:rsidR="00A8375E">
        <w:rPr>
          <w:szCs w:val="28"/>
        </w:rPr>
        <w:t> 090 097,6</w:t>
      </w:r>
      <w:r w:rsidR="00A8375E" w:rsidRPr="005E0DF1">
        <w:rPr>
          <w:szCs w:val="28"/>
        </w:rPr>
        <w:t xml:space="preserve"> 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916E78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2 14</w:t>
      </w:r>
      <w:r w:rsidR="00F70E16">
        <w:rPr>
          <w:szCs w:val="28"/>
        </w:rPr>
        <w:t>4</w:t>
      </w:r>
      <w:r w:rsidR="00D73F4F" w:rsidRPr="00770453">
        <w:rPr>
          <w:szCs w:val="28"/>
        </w:rPr>
        <w:t> </w:t>
      </w:r>
      <w:r w:rsidR="00F70E16">
        <w:rPr>
          <w:szCs w:val="28"/>
        </w:rPr>
        <w:t>801</w:t>
      </w:r>
      <w:r w:rsidR="00D73F4F" w:rsidRPr="00770453">
        <w:rPr>
          <w:szCs w:val="28"/>
        </w:rPr>
        <w:t>,</w:t>
      </w:r>
      <w:r w:rsidR="00F70E16">
        <w:rPr>
          <w:szCs w:val="28"/>
        </w:rPr>
        <w:t>3</w:t>
      </w:r>
      <w:r w:rsidR="00D73F4F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C469D" w:rsidRPr="0020730E">
        <w:rPr>
          <w:szCs w:val="28"/>
        </w:rPr>
        <w:t>2 090</w:t>
      </w:r>
      <w:r w:rsidR="000C469D" w:rsidRPr="0020730E">
        <w:rPr>
          <w:szCs w:val="28"/>
          <w:lang w:val="en-US"/>
        </w:rPr>
        <w:t> </w:t>
      </w:r>
      <w:r w:rsidR="000C469D" w:rsidRPr="0020730E">
        <w:rPr>
          <w:szCs w:val="28"/>
        </w:rPr>
        <w:t>097,6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2 14</w:t>
      </w:r>
      <w:r w:rsidR="00F70E16">
        <w:rPr>
          <w:szCs w:val="28"/>
        </w:rPr>
        <w:t>4</w:t>
      </w:r>
      <w:r w:rsidR="00D73F4F" w:rsidRPr="00B67B2C">
        <w:rPr>
          <w:szCs w:val="28"/>
        </w:rPr>
        <w:t> </w:t>
      </w:r>
      <w:r w:rsidR="00F70E16">
        <w:rPr>
          <w:szCs w:val="28"/>
        </w:rPr>
        <w:t>801</w:t>
      </w:r>
      <w:r w:rsidR="00D73F4F" w:rsidRPr="00B67B2C">
        <w:rPr>
          <w:szCs w:val="28"/>
        </w:rPr>
        <w:t>,</w:t>
      </w:r>
      <w:r w:rsidR="00F70E16">
        <w:rPr>
          <w:szCs w:val="28"/>
        </w:rPr>
        <w:t>3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D73F4F" w:rsidRDefault="00D73F4F" w:rsidP="00D73F4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 w:rsidR="0042201E" w:rsidRPr="0042201E">
        <w:rPr>
          <w:color w:val="000000" w:themeColor="text1"/>
          <w:szCs w:val="28"/>
        </w:rPr>
        <w:t>27.09.2022 №384</w:t>
      </w:r>
      <w:r w:rsidRPr="00EF7166">
        <w:rPr>
          <w:szCs w:val="28"/>
        </w:rPr>
        <w:t>).</w:t>
      </w:r>
    </w:p>
    <w:p w:rsidR="00D73F4F" w:rsidRDefault="00D73F4F" w:rsidP="00E418E8">
      <w:pPr>
        <w:ind w:firstLine="851"/>
        <w:jc w:val="both"/>
        <w:rPr>
          <w:szCs w:val="28"/>
        </w:rPr>
      </w:pPr>
    </w:p>
    <w:p w:rsidR="00E418E8" w:rsidRDefault="00E418E8" w:rsidP="00A330AC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  <w:r w:rsidR="00A65799">
        <w:rPr>
          <w:szCs w:val="28"/>
        </w:rPr>
        <w:t>3</w:t>
      </w:r>
      <w:r>
        <w:rPr>
          <w:szCs w:val="28"/>
        </w:rPr>
        <w:t xml:space="preserve">. </w:t>
      </w:r>
      <w:r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Cs w:val="28"/>
        </w:rPr>
        <w:t xml:space="preserve"> </w:t>
      </w:r>
      <w:r w:rsidRPr="0002670F">
        <w:rPr>
          <w:szCs w:val="28"/>
        </w:rPr>
        <w:lastRenderedPageBreak/>
        <w:t>п.п.</w:t>
      </w:r>
      <w:r w:rsidR="00877226">
        <w:rPr>
          <w:szCs w:val="28"/>
        </w:rPr>
        <w:t xml:space="preserve"> </w:t>
      </w:r>
      <w:r w:rsidRPr="0002670F">
        <w:rPr>
          <w:szCs w:val="28"/>
        </w:rPr>
        <w:t>1,</w:t>
      </w:r>
      <w:r>
        <w:rPr>
          <w:szCs w:val="28"/>
        </w:rPr>
        <w:t xml:space="preserve"> </w:t>
      </w:r>
      <w:r w:rsidRPr="0002670F">
        <w:rPr>
          <w:szCs w:val="28"/>
        </w:rPr>
        <w:t>2 настоящего решения</w:t>
      </w:r>
      <w:r w:rsidRPr="003A478A">
        <w:rPr>
          <w:szCs w:val="28"/>
        </w:rPr>
        <w:t>, на 20</w:t>
      </w:r>
      <w:r>
        <w:rPr>
          <w:szCs w:val="28"/>
        </w:rPr>
        <w:t>2</w:t>
      </w:r>
      <w:r w:rsidR="007D673B">
        <w:rPr>
          <w:szCs w:val="28"/>
        </w:rPr>
        <w:t>2</w:t>
      </w:r>
      <w:r w:rsidRPr="003A478A">
        <w:rPr>
          <w:szCs w:val="28"/>
        </w:rPr>
        <w:t xml:space="preserve"> год и на плановый период 202</w:t>
      </w:r>
      <w:r w:rsidR="007D673B">
        <w:rPr>
          <w:szCs w:val="28"/>
        </w:rPr>
        <w:t>3</w:t>
      </w:r>
      <w:r w:rsidRPr="003A478A">
        <w:rPr>
          <w:szCs w:val="28"/>
        </w:rPr>
        <w:t xml:space="preserve"> и 202</w:t>
      </w:r>
      <w:r w:rsidR="007D673B">
        <w:rPr>
          <w:szCs w:val="28"/>
        </w:rPr>
        <w:t>4</w:t>
      </w:r>
      <w:r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Pr="003A478A">
        <w:rPr>
          <w:szCs w:val="28"/>
        </w:rPr>
        <w:t>.</w:t>
      </w:r>
    </w:p>
    <w:p w:rsidR="00181B54" w:rsidRDefault="00181B54" w:rsidP="00A330AC">
      <w:pPr>
        <w:ind w:firstLine="851"/>
        <w:jc w:val="both"/>
        <w:rPr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7B775C" w:rsidRPr="00FC53A0">
        <w:rPr>
          <w:sz w:val="28"/>
          <w:szCs w:val="28"/>
        </w:rPr>
        <w:t>7</w:t>
      </w:r>
      <w:r w:rsidR="007B775C">
        <w:rPr>
          <w:sz w:val="28"/>
          <w:szCs w:val="28"/>
        </w:rPr>
        <w:t>57 833,1</w:t>
      </w:r>
      <w:r w:rsidR="007B775C" w:rsidRPr="00FC53A0">
        <w:rPr>
          <w:sz w:val="28"/>
          <w:szCs w:val="28"/>
        </w:rPr>
        <w:t xml:space="preserve"> </w:t>
      </w:r>
      <w:r w:rsidR="00344806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7B775C" w:rsidRPr="00FC53A0">
        <w:rPr>
          <w:sz w:val="28"/>
          <w:szCs w:val="28"/>
        </w:rPr>
        <w:t>7</w:t>
      </w:r>
      <w:r w:rsidR="007B775C">
        <w:rPr>
          <w:sz w:val="28"/>
          <w:szCs w:val="28"/>
        </w:rPr>
        <w:t>39 340,3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7B775C" w:rsidRPr="00FC53A0">
        <w:rPr>
          <w:sz w:val="28"/>
          <w:szCs w:val="28"/>
        </w:rPr>
        <w:t xml:space="preserve">811 044,9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тыс.рублей.</w:t>
      </w:r>
    </w:p>
    <w:p w:rsidR="00344806" w:rsidRDefault="00344806" w:rsidP="00344806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433A71">
        <w:rPr>
          <w:szCs w:val="28"/>
        </w:rPr>
        <w:t xml:space="preserve">от </w:t>
      </w:r>
      <w:r w:rsidR="004C3E1D" w:rsidRPr="0042201E">
        <w:rPr>
          <w:color w:val="000000" w:themeColor="text1"/>
          <w:szCs w:val="28"/>
        </w:rPr>
        <w:t>27.09.2022 №384</w:t>
      </w:r>
      <w:r w:rsidRPr="00646028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D45B8B">
        <w:rPr>
          <w:sz w:val="28"/>
          <w:szCs w:val="28"/>
        </w:rPr>
        <w:t xml:space="preserve">2 021 618,7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45B8B">
        <w:rPr>
          <w:sz w:val="28"/>
          <w:szCs w:val="28"/>
        </w:rPr>
        <w:t>1 590 413,0</w:t>
      </w:r>
      <w:r w:rsidR="00D45B8B" w:rsidRPr="00FC53A0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D45B8B" w:rsidRPr="00FC53A0">
        <w:rPr>
          <w:sz w:val="28"/>
          <w:szCs w:val="28"/>
        </w:rPr>
        <w:t>1</w:t>
      </w:r>
      <w:r w:rsidR="00D45B8B">
        <w:rPr>
          <w:sz w:val="28"/>
          <w:szCs w:val="28"/>
        </w:rPr>
        <w:t xml:space="preserve"> 279 052,7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45B8B">
        <w:rPr>
          <w:sz w:val="28"/>
          <w:szCs w:val="28"/>
        </w:rPr>
        <w:t>976 773,5</w:t>
      </w:r>
      <w:r w:rsidR="00D45B8B" w:rsidRPr="00FC53A0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1 12</w:t>
      </w:r>
      <w:r w:rsidR="00207AD9">
        <w:rPr>
          <w:sz w:val="28"/>
          <w:szCs w:val="28"/>
        </w:rPr>
        <w:t>4</w:t>
      </w:r>
      <w:r w:rsidR="006805A5" w:rsidRPr="00724012">
        <w:rPr>
          <w:sz w:val="28"/>
          <w:szCs w:val="28"/>
        </w:rPr>
        <w:t> </w:t>
      </w:r>
      <w:r w:rsidR="00207AD9">
        <w:rPr>
          <w:sz w:val="28"/>
          <w:szCs w:val="28"/>
        </w:rPr>
        <w:t>605</w:t>
      </w:r>
      <w:r w:rsidR="006805A5" w:rsidRPr="00724012">
        <w:rPr>
          <w:sz w:val="28"/>
          <w:szCs w:val="28"/>
        </w:rPr>
        <w:t>,</w:t>
      </w:r>
      <w:r w:rsidR="00207AD9">
        <w:rPr>
          <w:sz w:val="28"/>
          <w:szCs w:val="28"/>
        </w:rPr>
        <w:t>9</w:t>
      </w:r>
      <w:r w:rsidR="006805A5" w:rsidRPr="009C3B31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</w:t>
      </w:r>
      <w:r w:rsidR="00207AD9">
        <w:rPr>
          <w:sz w:val="28"/>
          <w:szCs w:val="28"/>
        </w:rPr>
        <w:t>51</w:t>
      </w:r>
      <w:r w:rsidR="006805A5" w:rsidRPr="00724012">
        <w:rPr>
          <w:sz w:val="28"/>
          <w:szCs w:val="28"/>
        </w:rPr>
        <w:t> 4</w:t>
      </w:r>
      <w:r w:rsidR="00207AD9">
        <w:rPr>
          <w:sz w:val="28"/>
          <w:szCs w:val="28"/>
        </w:rPr>
        <w:t>31</w:t>
      </w:r>
      <w:r w:rsidR="006805A5" w:rsidRPr="00724012">
        <w:rPr>
          <w:sz w:val="28"/>
          <w:szCs w:val="28"/>
        </w:rPr>
        <w:t>,</w:t>
      </w:r>
      <w:r w:rsidR="00207AD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7757FD" w:rsidRDefault="007757FD" w:rsidP="007757F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433A71">
        <w:rPr>
          <w:szCs w:val="28"/>
        </w:rPr>
        <w:t xml:space="preserve">от </w:t>
      </w:r>
      <w:r w:rsidR="004C3E1D" w:rsidRPr="0042201E">
        <w:rPr>
          <w:color w:val="000000" w:themeColor="text1"/>
          <w:szCs w:val="28"/>
        </w:rPr>
        <w:t>27.09.2022 №384</w:t>
      </w:r>
      <w:r w:rsidRPr="004C3E1D">
        <w:rPr>
          <w:color w:val="000000" w:themeColor="text1"/>
          <w:szCs w:val="28"/>
        </w:rPr>
        <w:t>).</w:t>
      </w:r>
    </w:p>
    <w:p w:rsidR="007757FD" w:rsidRPr="009C3B31" w:rsidRDefault="007757FD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BF4E8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18E8" w:rsidRDefault="0051138F" w:rsidP="00E418E8">
      <w:pPr>
        <w:pStyle w:val="25"/>
        <w:ind w:firstLine="851"/>
        <w:rPr>
          <w:sz w:val="28"/>
          <w:szCs w:val="28"/>
        </w:rPr>
      </w:pPr>
      <w:bookmarkStart w:id="5" w:name="_Hlk90020471"/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9073E1">
        <w:rPr>
          <w:sz w:val="28"/>
          <w:szCs w:val="28"/>
        </w:rPr>
        <w:t xml:space="preserve"> минимальный размер отчисления в бюджет</w:t>
      </w:r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9073E1">
        <w:rPr>
          <w:sz w:val="28"/>
          <w:szCs w:val="28"/>
        </w:rPr>
        <w:t xml:space="preserve">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</w:t>
      </w:r>
      <w:r w:rsidR="00E418E8">
        <w:rPr>
          <w:sz w:val="28"/>
          <w:szCs w:val="28"/>
        </w:rPr>
        <w:t xml:space="preserve"> 50%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:rsidR="009073E1" w:rsidRPr="00961641" w:rsidRDefault="009073E1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предприятия Балахнинского муниципального округа, включенные в прогнозный план (программу) приватизации муниципального </w:t>
      </w:r>
      <w:r w:rsidR="00D32FBF">
        <w:rPr>
          <w:sz w:val="28"/>
          <w:szCs w:val="28"/>
        </w:rPr>
        <w:t>имущества Балахнинского муниципального округа или подлежащие реорганизации, обязаны перечислить</w:t>
      </w:r>
      <w:r w:rsidR="006442C3">
        <w:rPr>
          <w:sz w:val="28"/>
          <w:szCs w:val="28"/>
        </w:rPr>
        <w:t xml:space="preserve"> в соответствующем году</w:t>
      </w:r>
      <w:r w:rsidR="009B4D08">
        <w:rPr>
          <w:sz w:val="28"/>
          <w:szCs w:val="28"/>
        </w:rPr>
        <w:t xml:space="preserve"> в бюджет муниципального округа часть прибыли, подлежащей зачислению в бюджет муниципального округа за предшествующие периода до начала процедуры приватизации (реорганизации). </w:t>
      </w:r>
      <w:r>
        <w:rPr>
          <w:sz w:val="28"/>
          <w:szCs w:val="28"/>
        </w:rPr>
        <w:t xml:space="preserve"> </w:t>
      </w:r>
      <w:r w:rsidR="009B4D08">
        <w:rPr>
          <w:sz w:val="28"/>
          <w:szCs w:val="28"/>
        </w:rPr>
        <w:t xml:space="preserve"> </w:t>
      </w:r>
    </w:p>
    <w:bookmarkEnd w:id="5"/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:rsidR="00E418E8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1 500,0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1 500,0 тыс. рублей.</w:t>
      </w:r>
      <w:r w:rsidRPr="009C3B31">
        <w:rPr>
          <w:sz w:val="28"/>
          <w:szCs w:val="28"/>
        </w:rPr>
        <w:t xml:space="preserve"> </w:t>
      </w:r>
    </w:p>
    <w:p w:rsidR="00181B54" w:rsidRPr="009C3B31" w:rsidRDefault="00181B54" w:rsidP="00E418E8">
      <w:pPr>
        <w:pStyle w:val="25"/>
        <w:ind w:right="142"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</w:t>
      </w:r>
      <w:r w:rsidR="00EA7662">
        <w:rPr>
          <w:rFonts w:ascii="Times New Roman" w:hAnsi="Times New Roman" w:cs="Times New Roman"/>
          <w:sz w:val="28"/>
          <w:szCs w:val="28"/>
        </w:rPr>
        <w:t>32</w:t>
      </w:r>
      <w:r w:rsidRPr="009245F5">
        <w:rPr>
          <w:rFonts w:ascii="Times New Roman" w:hAnsi="Times New Roman" w:cs="Times New Roman"/>
          <w:sz w:val="28"/>
          <w:szCs w:val="28"/>
        </w:rPr>
        <w:t>,</w:t>
      </w:r>
      <w:r w:rsidR="00EA7662">
        <w:rPr>
          <w:rFonts w:ascii="Times New Roman" w:hAnsi="Times New Roman" w:cs="Times New Roman"/>
          <w:sz w:val="28"/>
          <w:szCs w:val="28"/>
        </w:rPr>
        <w:t>5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="00D50B6C">
        <w:rPr>
          <w:rFonts w:ascii="Times New Roman" w:hAnsi="Times New Roman" w:cs="Times New Roman"/>
          <w:sz w:val="28"/>
          <w:szCs w:val="28"/>
        </w:rPr>
        <w:t>,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A7662" w:rsidRDefault="00EA7662" w:rsidP="00EA7662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11 в ред. решения Совета депутатов </w:t>
      </w:r>
      <w:r w:rsidRPr="00433A71">
        <w:rPr>
          <w:szCs w:val="28"/>
        </w:rPr>
        <w:t xml:space="preserve">от </w:t>
      </w:r>
      <w:r w:rsidRPr="00430099">
        <w:rPr>
          <w:color w:val="000000" w:themeColor="text1"/>
          <w:szCs w:val="28"/>
        </w:rPr>
        <w:t>2</w:t>
      </w:r>
      <w:r w:rsidR="00430099">
        <w:rPr>
          <w:color w:val="000000" w:themeColor="text1"/>
          <w:szCs w:val="28"/>
        </w:rPr>
        <w:t>7</w:t>
      </w:r>
      <w:r w:rsidRPr="00430099">
        <w:rPr>
          <w:color w:val="000000" w:themeColor="text1"/>
          <w:szCs w:val="28"/>
        </w:rPr>
        <w:t>.09.2022 №</w:t>
      </w:r>
      <w:r w:rsidR="00430099">
        <w:rPr>
          <w:color w:val="000000" w:themeColor="text1"/>
          <w:szCs w:val="28"/>
        </w:rPr>
        <w:t>384</w:t>
      </w:r>
      <w:r w:rsidRPr="00430099">
        <w:rPr>
          <w:color w:val="000000" w:themeColor="text1"/>
          <w:szCs w:val="28"/>
        </w:rPr>
        <w:t>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>администрацией Балахнинского муниципального округа</w:t>
      </w:r>
      <w:r w:rsidRPr="003A478A">
        <w:rPr>
          <w:szCs w:val="28"/>
        </w:rPr>
        <w:t>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665EC0">
        <w:rPr>
          <w:szCs w:val="28"/>
        </w:rPr>
        <w:t>а</w:t>
      </w:r>
      <w:r w:rsidR="00D66725">
        <w:rPr>
          <w:szCs w:val="28"/>
        </w:rPr>
        <w:t>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коронавирусной инфекции (COVID-19) на территории </w:t>
      </w:r>
      <w:r>
        <w:rPr>
          <w:szCs w:val="28"/>
        </w:rPr>
        <w:t>Балахнинского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EA7662" w:rsidRPr="00C945CB" w:rsidRDefault="00D66725" w:rsidP="00EA7662">
      <w:pPr>
        <w:ind w:firstLine="851"/>
        <w:jc w:val="both"/>
        <w:rPr>
          <w:color w:val="000000" w:themeColor="text1"/>
          <w:szCs w:val="28"/>
        </w:rPr>
      </w:pPr>
      <w:r>
        <w:rPr>
          <w:szCs w:val="28"/>
        </w:rPr>
        <w:t xml:space="preserve">13. </w:t>
      </w:r>
      <w:r w:rsidR="00EA7662">
        <w:rPr>
          <w:szCs w:val="28"/>
        </w:rPr>
        <w:t>отменен</w:t>
      </w:r>
    </w:p>
    <w:p w:rsidR="00EA7662" w:rsidRDefault="00EA7662" w:rsidP="00EA7662">
      <w:pPr>
        <w:ind w:firstLine="851"/>
        <w:jc w:val="both"/>
        <w:rPr>
          <w:szCs w:val="28"/>
        </w:rPr>
      </w:pPr>
      <w:r w:rsidRPr="00C945CB">
        <w:rPr>
          <w:color w:val="000000" w:themeColor="text1"/>
          <w:szCs w:val="28"/>
        </w:rPr>
        <w:t>(пункт 13 в ред. решения Совета депутатов от 2</w:t>
      </w:r>
      <w:r w:rsidR="00C945CB">
        <w:rPr>
          <w:color w:val="000000" w:themeColor="text1"/>
          <w:szCs w:val="28"/>
        </w:rPr>
        <w:t>7</w:t>
      </w:r>
      <w:r w:rsidRPr="00C945CB">
        <w:rPr>
          <w:color w:val="000000" w:themeColor="text1"/>
          <w:szCs w:val="28"/>
        </w:rPr>
        <w:t>.09.2022 №</w:t>
      </w:r>
      <w:r w:rsidR="00C945CB">
        <w:rPr>
          <w:color w:val="000000" w:themeColor="text1"/>
          <w:szCs w:val="28"/>
        </w:rPr>
        <w:t>384</w:t>
      </w:r>
      <w:r w:rsidRPr="00C945CB">
        <w:rPr>
          <w:color w:val="000000" w:themeColor="text1"/>
          <w:szCs w:val="28"/>
        </w:rPr>
        <w:t>).</w:t>
      </w:r>
    </w:p>
    <w:p w:rsidR="00304D11" w:rsidRDefault="00304D11" w:rsidP="00EA7662">
      <w:pPr>
        <w:ind w:firstLine="851"/>
        <w:jc w:val="both"/>
        <w:rPr>
          <w:szCs w:val="28"/>
        </w:rPr>
      </w:pPr>
    </w:p>
    <w:p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C65DB4">
        <w:rPr>
          <w:rFonts w:ascii="Times New Roman" w:hAnsi="Times New Roman" w:cs="Times New Roman"/>
          <w:sz w:val="28"/>
          <w:szCs w:val="28"/>
        </w:rPr>
        <w:t>37</w:t>
      </w:r>
      <w:r w:rsidR="00910FB9">
        <w:rPr>
          <w:rFonts w:ascii="Times New Roman" w:hAnsi="Times New Roman" w:cs="Times New Roman"/>
          <w:sz w:val="28"/>
          <w:szCs w:val="28"/>
        </w:rPr>
        <w:t> </w:t>
      </w:r>
      <w:r w:rsidR="00C65DB4">
        <w:rPr>
          <w:rFonts w:ascii="Times New Roman" w:hAnsi="Times New Roman" w:cs="Times New Roman"/>
          <w:sz w:val="28"/>
          <w:szCs w:val="28"/>
        </w:rPr>
        <w:t>321</w:t>
      </w:r>
      <w:r w:rsidR="00910FB9">
        <w:rPr>
          <w:rFonts w:ascii="Times New Roman" w:hAnsi="Times New Roman" w:cs="Times New Roman"/>
          <w:sz w:val="28"/>
          <w:szCs w:val="28"/>
        </w:rPr>
        <w:t>,</w:t>
      </w:r>
      <w:r w:rsidR="00C65D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0FB9" w:rsidRDefault="00910FB9" w:rsidP="00910FB9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E576F7">
        <w:rPr>
          <w:szCs w:val="28"/>
        </w:rPr>
        <w:t>7</w:t>
      </w:r>
      <w:r>
        <w:rPr>
          <w:szCs w:val="28"/>
        </w:rPr>
        <w:t xml:space="preserve"> в ред. решения Совета депутатов </w:t>
      </w:r>
      <w:r w:rsidRPr="00433A71">
        <w:rPr>
          <w:szCs w:val="28"/>
        </w:rPr>
        <w:t>от 2</w:t>
      </w:r>
      <w:r w:rsidR="00C65DB4">
        <w:rPr>
          <w:szCs w:val="28"/>
        </w:rPr>
        <w:t>9</w:t>
      </w:r>
      <w:r w:rsidRPr="00433A71">
        <w:rPr>
          <w:szCs w:val="28"/>
        </w:rPr>
        <w:t>.0</w:t>
      </w:r>
      <w:r w:rsidR="00BA4A2B">
        <w:rPr>
          <w:szCs w:val="28"/>
        </w:rPr>
        <w:t>6</w:t>
      </w:r>
      <w:r w:rsidR="009F2CD1">
        <w:rPr>
          <w:szCs w:val="28"/>
        </w:rPr>
        <w:t>.2022 №359</w:t>
      </w:r>
      <w:r w:rsidRPr="009F2CD1">
        <w:rPr>
          <w:szCs w:val="28"/>
        </w:rPr>
        <w:t>).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(www.</w:t>
      </w:r>
      <w:r w:rsidRPr="00F05051">
        <w:rPr>
          <w:rFonts w:eastAsia="Calibri"/>
          <w:szCs w:val="28"/>
          <w:lang w:val="en-US" w:eastAsia="en-US"/>
        </w:rPr>
        <w:t>balakhna</w:t>
      </w:r>
      <w:r w:rsidRPr="00F05051">
        <w:rPr>
          <w:rFonts w:eastAsia="Calibri"/>
          <w:szCs w:val="28"/>
          <w:lang w:eastAsia="en-US"/>
        </w:rPr>
        <w:t>.</w:t>
      </w:r>
      <w:r w:rsidRPr="00F05051">
        <w:rPr>
          <w:rFonts w:eastAsia="Calibri"/>
          <w:szCs w:val="28"/>
          <w:lang w:val="en-US" w:eastAsia="en-US"/>
        </w:rPr>
        <w:t>nn</w:t>
      </w:r>
      <w:r w:rsidRPr="00F05051">
        <w:rPr>
          <w:rFonts w:eastAsia="Calibri"/>
          <w:szCs w:val="28"/>
          <w:lang w:eastAsia="en-US"/>
        </w:rPr>
        <w:t>.ru).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Pr="00472775" w:rsidRDefault="00E418E8" w:rsidP="00E418E8">
      <w:pPr>
        <w:ind w:firstLine="851"/>
        <w:jc w:val="both"/>
        <w:rPr>
          <w:szCs w:val="28"/>
        </w:rPr>
      </w:pPr>
    </w:p>
    <w:p w:rsidR="00C0135E" w:rsidRDefault="00C0135E" w:rsidP="00C0135E">
      <w:pPr>
        <w:ind w:firstLine="709"/>
        <w:rPr>
          <w:szCs w:val="28"/>
          <w:highlight w:val="yellow"/>
        </w:rPr>
      </w:pPr>
    </w:p>
    <w:p w:rsidR="00472775" w:rsidRPr="00472775" w:rsidRDefault="00472775" w:rsidP="00C0135E">
      <w:pPr>
        <w:ind w:firstLine="709"/>
        <w:rPr>
          <w:szCs w:val="28"/>
          <w:highlight w:val="yellow"/>
        </w:rPr>
      </w:pPr>
    </w:p>
    <w:p w:rsidR="00FC38A7" w:rsidRDefault="00620BBD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5976CB">
        <w:rPr>
          <w:szCs w:val="28"/>
        </w:rPr>
        <w:t>Г</w:t>
      </w:r>
      <w:r w:rsidR="00FC38A7">
        <w:rPr>
          <w:szCs w:val="28"/>
        </w:rPr>
        <w:t>лав</w:t>
      </w:r>
      <w:r w:rsidR="005976CB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Председатель Совета депутатов</w:t>
      </w:r>
    </w:p>
    <w:p w:rsidR="00C0135E" w:rsidRPr="00F05051" w:rsidRDefault="00C0135E" w:rsidP="00620BBD">
      <w:pPr>
        <w:ind w:firstLine="0"/>
        <w:jc w:val="right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:rsidR="00855C9A" w:rsidRDefault="00855C9A" w:rsidP="00A40D66">
      <w:pPr>
        <w:pStyle w:val="11"/>
        <w:spacing w:line="360" w:lineRule="auto"/>
      </w:pPr>
    </w:p>
    <w:p w:rsidR="00A40D66" w:rsidRDefault="00A40D66" w:rsidP="00A40D66">
      <w:pPr>
        <w:pStyle w:val="11"/>
        <w:spacing w:line="360" w:lineRule="auto"/>
      </w:pPr>
    </w:p>
    <w:p w:rsidR="001D3DE0" w:rsidRDefault="00A40D66" w:rsidP="00660768">
      <w:pPr>
        <w:pStyle w:val="11"/>
      </w:pPr>
      <w:r>
        <w:t xml:space="preserve">     </w:t>
      </w:r>
      <w:r w:rsidR="0029382A">
        <w:t xml:space="preserve">                         А.В.Дранишников</w:t>
      </w:r>
      <w:r>
        <w:t xml:space="preserve">                                            А.Н. Сидорин</w:t>
      </w: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F64ADF" w:rsidRPr="00012E50" w:rsidTr="004D5930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ADF" w:rsidRPr="00012E50" w:rsidRDefault="00435B07" w:rsidP="004D5930">
            <w:pPr>
              <w:jc w:val="right"/>
              <w:rPr>
                <w:szCs w:val="28"/>
              </w:rPr>
            </w:pPr>
            <w:r w:rsidRPr="00012E50">
              <w:rPr>
                <w:szCs w:val="28"/>
              </w:rPr>
              <w:t xml:space="preserve"> </w:t>
            </w:r>
            <w:r w:rsidR="00F64ADF" w:rsidRPr="00012E50">
              <w:rPr>
                <w:szCs w:val="28"/>
              </w:rPr>
              <w:t>«О бюджете Балахнинского</w:t>
            </w:r>
          </w:p>
        </w:tc>
      </w:tr>
    </w:tbl>
    <w:p w:rsidR="00F64ADF" w:rsidRPr="00A47C24" w:rsidRDefault="00F64ADF" w:rsidP="00F64ADF">
      <w:pPr>
        <w:pStyle w:val="11"/>
        <w:jc w:val="right"/>
      </w:pPr>
    </w:p>
    <w:sectPr w:rsidR="00F64ADF" w:rsidRPr="00A47C2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FD9" w:rsidRDefault="00097FD9">
      <w:r>
        <w:separator/>
      </w:r>
    </w:p>
  </w:endnote>
  <w:endnote w:type="continuationSeparator" w:id="0">
    <w:p w:rsidR="00097FD9" w:rsidRDefault="0009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FD9" w:rsidRDefault="00097FD9">
      <w:r>
        <w:separator/>
      </w:r>
    </w:p>
  </w:footnote>
  <w:footnote w:type="continuationSeparator" w:id="0">
    <w:p w:rsidR="00097FD9" w:rsidRDefault="00097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D9" w:rsidRDefault="00097FD9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35B07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D9" w:rsidRDefault="00097FD9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7FD9" w:rsidRPr="00660768" w:rsidRDefault="00097FD9">
    <w:pPr>
      <w:pStyle w:val="af"/>
      <w:rPr>
        <w:noProof w:val="0"/>
        <w:sz w:val="6"/>
        <w:szCs w:val="6"/>
        <w:lang w:val="en-US"/>
      </w:rPr>
    </w:pPr>
  </w:p>
  <w:p w:rsidR="00097FD9" w:rsidRDefault="00097FD9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097FD9" w:rsidRDefault="00097FD9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097FD9" w:rsidRPr="00C0135E" w:rsidRDefault="00097FD9" w:rsidP="00660768">
    <w:pPr>
      <w:jc w:val="center"/>
      <w:rPr>
        <w:b/>
        <w:sz w:val="24"/>
        <w:szCs w:val="24"/>
      </w:rPr>
    </w:pPr>
  </w:p>
  <w:p w:rsidR="00097FD9" w:rsidRPr="00E71831" w:rsidRDefault="00097FD9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097FD9" w:rsidRPr="00660768" w:rsidRDefault="00097FD9">
    <w:pPr>
      <w:pStyle w:val="af"/>
      <w:rPr>
        <w:szCs w:val="28"/>
        <w:lang w:val="en-US"/>
      </w:rPr>
    </w:pPr>
  </w:p>
  <w:p w:rsidR="00097FD9" w:rsidRDefault="00097FD9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097FD9" w:rsidRPr="00660768" w:rsidRDefault="00097FD9" w:rsidP="00660768">
    <w:pPr>
      <w:pStyle w:val="af"/>
      <w:jc w:val="left"/>
      <w:rPr>
        <w:b w:val="0"/>
        <w:sz w:val="24"/>
        <w:lang w:val="en-US"/>
      </w:rPr>
    </w:pPr>
  </w:p>
  <w:p w:rsidR="00097FD9" w:rsidRPr="00660768" w:rsidRDefault="00097FD9" w:rsidP="00660768">
    <w:pPr>
      <w:rPr>
        <w:sz w:val="24"/>
        <w:szCs w:val="24"/>
      </w:rPr>
    </w:pPr>
  </w:p>
  <w:p w:rsidR="00097FD9" w:rsidRPr="00660768" w:rsidRDefault="00097FD9">
    <w:pPr>
      <w:rPr>
        <w:sz w:val="24"/>
        <w:szCs w:val="24"/>
      </w:rPr>
    </w:pPr>
  </w:p>
  <w:p w:rsidR="00097FD9" w:rsidRPr="00660768" w:rsidRDefault="00097FD9">
    <w:pPr>
      <w:rPr>
        <w:sz w:val="24"/>
        <w:szCs w:val="24"/>
      </w:rPr>
    </w:pPr>
  </w:p>
  <w:p w:rsidR="00097FD9" w:rsidRPr="00660768" w:rsidRDefault="00097FD9">
    <w:pPr>
      <w:rPr>
        <w:sz w:val="24"/>
        <w:szCs w:val="24"/>
      </w:rPr>
    </w:pPr>
  </w:p>
  <w:p w:rsidR="00097FD9" w:rsidRPr="00660768" w:rsidRDefault="00097FD9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614F"/>
    <w:rsid w:val="0000667A"/>
    <w:rsid w:val="00006C1D"/>
    <w:rsid w:val="00006D5C"/>
    <w:rsid w:val="00007FF9"/>
    <w:rsid w:val="0001145D"/>
    <w:rsid w:val="000118B9"/>
    <w:rsid w:val="000128AD"/>
    <w:rsid w:val="00017E65"/>
    <w:rsid w:val="00023DDA"/>
    <w:rsid w:val="000245E5"/>
    <w:rsid w:val="0002641D"/>
    <w:rsid w:val="00026848"/>
    <w:rsid w:val="00026DE9"/>
    <w:rsid w:val="000308A3"/>
    <w:rsid w:val="0003404E"/>
    <w:rsid w:val="00035FDA"/>
    <w:rsid w:val="00037D75"/>
    <w:rsid w:val="00044538"/>
    <w:rsid w:val="00044E24"/>
    <w:rsid w:val="00045710"/>
    <w:rsid w:val="000465D9"/>
    <w:rsid w:val="000525F7"/>
    <w:rsid w:val="0005272A"/>
    <w:rsid w:val="000540A0"/>
    <w:rsid w:val="00060FA1"/>
    <w:rsid w:val="00061023"/>
    <w:rsid w:val="00062C52"/>
    <w:rsid w:val="0006358C"/>
    <w:rsid w:val="00063625"/>
    <w:rsid w:val="00064DB1"/>
    <w:rsid w:val="00067D21"/>
    <w:rsid w:val="000729EC"/>
    <w:rsid w:val="000730B0"/>
    <w:rsid w:val="000751CB"/>
    <w:rsid w:val="00075936"/>
    <w:rsid w:val="00077A55"/>
    <w:rsid w:val="00082651"/>
    <w:rsid w:val="00082892"/>
    <w:rsid w:val="0008372E"/>
    <w:rsid w:val="00084B2D"/>
    <w:rsid w:val="00086FBB"/>
    <w:rsid w:val="000909FE"/>
    <w:rsid w:val="00091031"/>
    <w:rsid w:val="00091319"/>
    <w:rsid w:val="00094CF1"/>
    <w:rsid w:val="00097FD9"/>
    <w:rsid w:val="000A1208"/>
    <w:rsid w:val="000A1336"/>
    <w:rsid w:val="000A40FD"/>
    <w:rsid w:val="000A530C"/>
    <w:rsid w:val="000A6606"/>
    <w:rsid w:val="000A7D83"/>
    <w:rsid w:val="000B21C9"/>
    <w:rsid w:val="000C469D"/>
    <w:rsid w:val="000C4D91"/>
    <w:rsid w:val="000C52E8"/>
    <w:rsid w:val="000C5339"/>
    <w:rsid w:val="000D0661"/>
    <w:rsid w:val="000D25E3"/>
    <w:rsid w:val="000D2F83"/>
    <w:rsid w:val="000D30A5"/>
    <w:rsid w:val="000D4043"/>
    <w:rsid w:val="000D4A0D"/>
    <w:rsid w:val="000E1E6A"/>
    <w:rsid w:val="000E3A99"/>
    <w:rsid w:val="000E5CD8"/>
    <w:rsid w:val="000F2695"/>
    <w:rsid w:val="000F65AB"/>
    <w:rsid w:val="000F65F9"/>
    <w:rsid w:val="0010482C"/>
    <w:rsid w:val="001073BD"/>
    <w:rsid w:val="00112C81"/>
    <w:rsid w:val="00120603"/>
    <w:rsid w:val="00121F2A"/>
    <w:rsid w:val="00125A68"/>
    <w:rsid w:val="00126E95"/>
    <w:rsid w:val="001279B3"/>
    <w:rsid w:val="0013009D"/>
    <w:rsid w:val="001305FD"/>
    <w:rsid w:val="00130A33"/>
    <w:rsid w:val="00130B19"/>
    <w:rsid w:val="00132D13"/>
    <w:rsid w:val="00134FC3"/>
    <w:rsid w:val="00137CA8"/>
    <w:rsid w:val="0014155F"/>
    <w:rsid w:val="001441E9"/>
    <w:rsid w:val="001444FE"/>
    <w:rsid w:val="0014620F"/>
    <w:rsid w:val="00146FC1"/>
    <w:rsid w:val="00153E79"/>
    <w:rsid w:val="00154520"/>
    <w:rsid w:val="00160AF1"/>
    <w:rsid w:val="001616F0"/>
    <w:rsid w:val="001644E8"/>
    <w:rsid w:val="00172CF6"/>
    <w:rsid w:val="0017512F"/>
    <w:rsid w:val="001778C5"/>
    <w:rsid w:val="0018015F"/>
    <w:rsid w:val="0018017E"/>
    <w:rsid w:val="0018163E"/>
    <w:rsid w:val="00181B54"/>
    <w:rsid w:val="00182CA8"/>
    <w:rsid w:val="0018463F"/>
    <w:rsid w:val="00185971"/>
    <w:rsid w:val="001861C8"/>
    <w:rsid w:val="00187933"/>
    <w:rsid w:val="00193642"/>
    <w:rsid w:val="0019441D"/>
    <w:rsid w:val="00196D8A"/>
    <w:rsid w:val="001A3548"/>
    <w:rsid w:val="001B0341"/>
    <w:rsid w:val="001B09EE"/>
    <w:rsid w:val="001B1F4B"/>
    <w:rsid w:val="001B27B6"/>
    <w:rsid w:val="001B5AC4"/>
    <w:rsid w:val="001B6C76"/>
    <w:rsid w:val="001C31F3"/>
    <w:rsid w:val="001C4DC5"/>
    <w:rsid w:val="001C5FCA"/>
    <w:rsid w:val="001C7170"/>
    <w:rsid w:val="001D0969"/>
    <w:rsid w:val="001D1A7B"/>
    <w:rsid w:val="001D1B52"/>
    <w:rsid w:val="001D1BA5"/>
    <w:rsid w:val="001D3DE0"/>
    <w:rsid w:val="001D4686"/>
    <w:rsid w:val="001D7D10"/>
    <w:rsid w:val="001E197A"/>
    <w:rsid w:val="001E5968"/>
    <w:rsid w:val="001E6C5E"/>
    <w:rsid w:val="001E7EF9"/>
    <w:rsid w:val="001F4521"/>
    <w:rsid w:val="001F4C6C"/>
    <w:rsid w:val="00200586"/>
    <w:rsid w:val="002014DC"/>
    <w:rsid w:val="00203AF8"/>
    <w:rsid w:val="00207AD9"/>
    <w:rsid w:val="002103DA"/>
    <w:rsid w:val="0021467F"/>
    <w:rsid w:val="00214C95"/>
    <w:rsid w:val="0021519F"/>
    <w:rsid w:val="0021639F"/>
    <w:rsid w:val="002171A1"/>
    <w:rsid w:val="00217EFA"/>
    <w:rsid w:val="00221324"/>
    <w:rsid w:val="0022300D"/>
    <w:rsid w:val="00227580"/>
    <w:rsid w:val="00233F7D"/>
    <w:rsid w:val="00234B60"/>
    <w:rsid w:val="00235DE2"/>
    <w:rsid w:val="002361A3"/>
    <w:rsid w:val="00237849"/>
    <w:rsid w:val="00237F94"/>
    <w:rsid w:val="00242067"/>
    <w:rsid w:val="00242464"/>
    <w:rsid w:val="00245F24"/>
    <w:rsid w:val="00246591"/>
    <w:rsid w:val="00246AC4"/>
    <w:rsid w:val="00257932"/>
    <w:rsid w:val="0026324C"/>
    <w:rsid w:val="00265E63"/>
    <w:rsid w:val="00266BEC"/>
    <w:rsid w:val="00267DFC"/>
    <w:rsid w:val="002734EE"/>
    <w:rsid w:val="00273718"/>
    <w:rsid w:val="00273863"/>
    <w:rsid w:val="002757A1"/>
    <w:rsid w:val="002807AE"/>
    <w:rsid w:val="00285B3F"/>
    <w:rsid w:val="0028651F"/>
    <w:rsid w:val="0029382A"/>
    <w:rsid w:val="0029564C"/>
    <w:rsid w:val="002966B0"/>
    <w:rsid w:val="00297293"/>
    <w:rsid w:val="00297FB3"/>
    <w:rsid w:val="002A13D9"/>
    <w:rsid w:val="002A1C25"/>
    <w:rsid w:val="002A1DC4"/>
    <w:rsid w:val="002A357E"/>
    <w:rsid w:val="002A65D0"/>
    <w:rsid w:val="002A6DAB"/>
    <w:rsid w:val="002B0817"/>
    <w:rsid w:val="002B4691"/>
    <w:rsid w:val="002B7215"/>
    <w:rsid w:val="002C1D05"/>
    <w:rsid w:val="002C21B0"/>
    <w:rsid w:val="002C39EA"/>
    <w:rsid w:val="002C470B"/>
    <w:rsid w:val="002C5FBA"/>
    <w:rsid w:val="002C74F3"/>
    <w:rsid w:val="002D2DA6"/>
    <w:rsid w:val="002D5801"/>
    <w:rsid w:val="002D74B4"/>
    <w:rsid w:val="002D7AAD"/>
    <w:rsid w:val="002E0416"/>
    <w:rsid w:val="002E05AA"/>
    <w:rsid w:val="002E1777"/>
    <w:rsid w:val="002E2D0D"/>
    <w:rsid w:val="002F1813"/>
    <w:rsid w:val="002F1F68"/>
    <w:rsid w:val="003017E6"/>
    <w:rsid w:val="00304D11"/>
    <w:rsid w:val="0030539C"/>
    <w:rsid w:val="00307088"/>
    <w:rsid w:val="0030716F"/>
    <w:rsid w:val="0031127A"/>
    <w:rsid w:val="00312FF6"/>
    <w:rsid w:val="003144CB"/>
    <w:rsid w:val="00315999"/>
    <w:rsid w:val="00315BB3"/>
    <w:rsid w:val="00316AA1"/>
    <w:rsid w:val="00323C22"/>
    <w:rsid w:val="00325256"/>
    <w:rsid w:val="00327582"/>
    <w:rsid w:val="00331488"/>
    <w:rsid w:val="0033186D"/>
    <w:rsid w:val="00332005"/>
    <w:rsid w:val="003324F5"/>
    <w:rsid w:val="00334DE5"/>
    <w:rsid w:val="00335237"/>
    <w:rsid w:val="00336B3C"/>
    <w:rsid w:val="00337A15"/>
    <w:rsid w:val="00341421"/>
    <w:rsid w:val="00344806"/>
    <w:rsid w:val="00346506"/>
    <w:rsid w:val="00346FFB"/>
    <w:rsid w:val="003472EE"/>
    <w:rsid w:val="003479E7"/>
    <w:rsid w:val="00350FA2"/>
    <w:rsid w:val="00352096"/>
    <w:rsid w:val="00352912"/>
    <w:rsid w:val="00352D3A"/>
    <w:rsid w:val="00354274"/>
    <w:rsid w:val="00355BD8"/>
    <w:rsid w:val="0035618B"/>
    <w:rsid w:val="00360BB2"/>
    <w:rsid w:val="00362216"/>
    <w:rsid w:val="0036365B"/>
    <w:rsid w:val="00365148"/>
    <w:rsid w:val="003669A4"/>
    <w:rsid w:val="0037135A"/>
    <w:rsid w:val="00371B2B"/>
    <w:rsid w:val="003725D7"/>
    <w:rsid w:val="0037444D"/>
    <w:rsid w:val="00377FDF"/>
    <w:rsid w:val="00382212"/>
    <w:rsid w:val="00382324"/>
    <w:rsid w:val="003841CE"/>
    <w:rsid w:val="003907E1"/>
    <w:rsid w:val="00390E9F"/>
    <w:rsid w:val="00391037"/>
    <w:rsid w:val="003912FC"/>
    <w:rsid w:val="00392D8B"/>
    <w:rsid w:val="003945D9"/>
    <w:rsid w:val="0039492F"/>
    <w:rsid w:val="003953E1"/>
    <w:rsid w:val="003A2DD2"/>
    <w:rsid w:val="003A3E20"/>
    <w:rsid w:val="003A75BF"/>
    <w:rsid w:val="003B05A8"/>
    <w:rsid w:val="003B0A64"/>
    <w:rsid w:val="003B1405"/>
    <w:rsid w:val="003B6EBF"/>
    <w:rsid w:val="003C0740"/>
    <w:rsid w:val="003C0EEE"/>
    <w:rsid w:val="003C15C8"/>
    <w:rsid w:val="003C4859"/>
    <w:rsid w:val="003C71B6"/>
    <w:rsid w:val="003D3337"/>
    <w:rsid w:val="003D3535"/>
    <w:rsid w:val="003D7FA4"/>
    <w:rsid w:val="003E0315"/>
    <w:rsid w:val="003E1309"/>
    <w:rsid w:val="003E3960"/>
    <w:rsid w:val="003E5410"/>
    <w:rsid w:val="003E78BE"/>
    <w:rsid w:val="003F0324"/>
    <w:rsid w:val="003F13D5"/>
    <w:rsid w:val="003F6F55"/>
    <w:rsid w:val="003F7DD7"/>
    <w:rsid w:val="00401347"/>
    <w:rsid w:val="00401B2F"/>
    <w:rsid w:val="004034B6"/>
    <w:rsid w:val="004077D8"/>
    <w:rsid w:val="00410837"/>
    <w:rsid w:val="00412B1C"/>
    <w:rsid w:val="00414456"/>
    <w:rsid w:val="0041676C"/>
    <w:rsid w:val="004167E4"/>
    <w:rsid w:val="0042201E"/>
    <w:rsid w:val="00422436"/>
    <w:rsid w:val="00422D7E"/>
    <w:rsid w:val="00422D97"/>
    <w:rsid w:val="00423B42"/>
    <w:rsid w:val="00423BB3"/>
    <w:rsid w:val="0042421D"/>
    <w:rsid w:val="004243C9"/>
    <w:rsid w:val="004249DD"/>
    <w:rsid w:val="00425934"/>
    <w:rsid w:val="00430099"/>
    <w:rsid w:val="004306F5"/>
    <w:rsid w:val="00433A71"/>
    <w:rsid w:val="00434AF7"/>
    <w:rsid w:val="00435B07"/>
    <w:rsid w:val="00436415"/>
    <w:rsid w:val="00440E11"/>
    <w:rsid w:val="00441656"/>
    <w:rsid w:val="0044166D"/>
    <w:rsid w:val="00443EEF"/>
    <w:rsid w:val="00444299"/>
    <w:rsid w:val="00444B33"/>
    <w:rsid w:val="00447781"/>
    <w:rsid w:val="00450E5E"/>
    <w:rsid w:val="00455341"/>
    <w:rsid w:val="004554EC"/>
    <w:rsid w:val="004567CF"/>
    <w:rsid w:val="00457769"/>
    <w:rsid w:val="004600BA"/>
    <w:rsid w:val="00460331"/>
    <w:rsid w:val="00462782"/>
    <w:rsid w:val="00471DFA"/>
    <w:rsid w:val="00472775"/>
    <w:rsid w:val="004729C4"/>
    <w:rsid w:val="00473125"/>
    <w:rsid w:val="00475283"/>
    <w:rsid w:val="00475A9A"/>
    <w:rsid w:val="00476778"/>
    <w:rsid w:val="00480AF5"/>
    <w:rsid w:val="00482B58"/>
    <w:rsid w:val="00484623"/>
    <w:rsid w:val="00484B6B"/>
    <w:rsid w:val="004868EE"/>
    <w:rsid w:val="0048787E"/>
    <w:rsid w:val="004930B7"/>
    <w:rsid w:val="004A26EC"/>
    <w:rsid w:val="004A3AC1"/>
    <w:rsid w:val="004A45D2"/>
    <w:rsid w:val="004A55AF"/>
    <w:rsid w:val="004A603B"/>
    <w:rsid w:val="004A7A6B"/>
    <w:rsid w:val="004B0819"/>
    <w:rsid w:val="004B411A"/>
    <w:rsid w:val="004B432B"/>
    <w:rsid w:val="004B6365"/>
    <w:rsid w:val="004C08F3"/>
    <w:rsid w:val="004C1652"/>
    <w:rsid w:val="004C39B0"/>
    <w:rsid w:val="004C3E1D"/>
    <w:rsid w:val="004C53CA"/>
    <w:rsid w:val="004C5565"/>
    <w:rsid w:val="004C5FE6"/>
    <w:rsid w:val="004C6116"/>
    <w:rsid w:val="004C7CE8"/>
    <w:rsid w:val="004D0E8F"/>
    <w:rsid w:val="004D1B5E"/>
    <w:rsid w:val="004D2201"/>
    <w:rsid w:val="004D3185"/>
    <w:rsid w:val="004D47CE"/>
    <w:rsid w:val="004D4C4E"/>
    <w:rsid w:val="004D58CE"/>
    <w:rsid w:val="004D5930"/>
    <w:rsid w:val="004E09FA"/>
    <w:rsid w:val="004E1171"/>
    <w:rsid w:val="004E11FA"/>
    <w:rsid w:val="004E3979"/>
    <w:rsid w:val="004E4D01"/>
    <w:rsid w:val="004E6B58"/>
    <w:rsid w:val="004F03DD"/>
    <w:rsid w:val="004F0AD1"/>
    <w:rsid w:val="004F0D03"/>
    <w:rsid w:val="004F1229"/>
    <w:rsid w:val="004F1622"/>
    <w:rsid w:val="004F532D"/>
    <w:rsid w:val="00501130"/>
    <w:rsid w:val="005039CA"/>
    <w:rsid w:val="00504420"/>
    <w:rsid w:val="00504E79"/>
    <w:rsid w:val="005071A3"/>
    <w:rsid w:val="0051138F"/>
    <w:rsid w:val="00512768"/>
    <w:rsid w:val="00520725"/>
    <w:rsid w:val="005208A5"/>
    <w:rsid w:val="005229DA"/>
    <w:rsid w:val="00522B37"/>
    <w:rsid w:val="0052548D"/>
    <w:rsid w:val="005273EC"/>
    <w:rsid w:val="00530662"/>
    <w:rsid w:val="00533A44"/>
    <w:rsid w:val="00540A81"/>
    <w:rsid w:val="00540D32"/>
    <w:rsid w:val="0054131A"/>
    <w:rsid w:val="00541A5C"/>
    <w:rsid w:val="00542BE2"/>
    <w:rsid w:val="005557A5"/>
    <w:rsid w:val="005562F1"/>
    <w:rsid w:val="00557ABC"/>
    <w:rsid w:val="005600D6"/>
    <w:rsid w:val="005610FD"/>
    <w:rsid w:val="00561706"/>
    <w:rsid w:val="00562FB6"/>
    <w:rsid w:val="0056530F"/>
    <w:rsid w:val="00565CF1"/>
    <w:rsid w:val="00566817"/>
    <w:rsid w:val="005701FF"/>
    <w:rsid w:val="00570D8B"/>
    <w:rsid w:val="00570E92"/>
    <w:rsid w:val="00573009"/>
    <w:rsid w:val="0057341F"/>
    <w:rsid w:val="00573E81"/>
    <w:rsid w:val="00574EAB"/>
    <w:rsid w:val="005754AE"/>
    <w:rsid w:val="005762AC"/>
    <w:rsid w:val="005772E2"/>
    <w:rsid w:val="00582735"/>
    <w:rsid w:val="00582CC3"/>
    <w:rsid w:val="00586717"/>
    <w:rsid w:val="00590C18"/>
    <w:rsid w:val="00592977"/>
    <w:rsid w:val="005964B9"/>
    <w:rsid w:val="005971FC"/>
    <w:rsid w:val="005976CB"/>
    <w:rsid w:val="005A5580"/>
    <w:rsid w:val="005A6308"/>
    <w:rsid w:val="005A6EA5"/>
    <w:rsid w:val="005B3863"/>
    <w:rsid w:val="005B6DC5"/>
    <w:rsid w:val="005B79F5"/>
    <w:rsid w:val="005C2064"/>
    <w:rsid w:val="005C398E"/>
    <w:rsid w:val="005C4013"/>
    <w:rsid w:val="005C7E7B"/>
    <w:rsid w:val="005D1B27"/>
    <w:rsid w:val="005D2381"/>
    <w:rsid w:val="005D4A1A"/>
    <w:rsid w:val="005D55F1"/>
    <w:rsid w:val="005D5C09"/>
    <w:rsid w:val="005E0C0C"/>
    <w:rsid w:val="005E2AD2"/>
    <w:rsid w:val="005E4980"/>
    <w:rsid w:val="005F42A7"/>
    <w:rsid w:val="005F7C17"/>
    <w:rsid w:val="00601909"/>
    <w:rsid w:val="00601B74"/>
    <w:rsid w:val="00602033"/>
    <w:rsid w:val="0060318D"/>
    <w:rsid w:val="0060422F"/>
    <w:rsid w:val="00605331"/>
    <w:rsid w:val="00605C4B"/>
    <w:rsid w:val="00610531"/>
    <w:rsid w:val="00611DB3"/>
    <w:rsid w:val="006131BF"/>
    <w:rsid w:val="00614432"/>
    <w:rsid w:val="0061743D"/>
    <w:rsid w:val="0061762F"/>
    <w:rsid w:val="00620975"/>
    <w:rsid w:val="00620BBD"/>
    <w:rsid w:val="00622328"/>
    <w:rsid w:val="0062311B"/>
    <w:rsid w:val="0062320A"/>
    <w:rsid w:val="006276E9"/>
    <w:rsid w:val="006301FA"/>
    <w:rsid w:val="00630B83"/>
    <w:rsid w:val="00630F4D"/>
    <w:rsid w:val="00631628"/>
    <w:rsid w:val="00634093"/>
    <w:rsid w:val="006411A1"/>
    <w:rsid w:val="00641268"/>
    <w:rsid w:val="006429E1"/>
    <w:rsid w:val="006442C3"/>
    <w:rsid w:val="00646028"/>
    <w:rsid w:val="0065351E"/>
    <w:rsid w:val="0065691B"/>
    <w:rsid w:val="00656C80"/>
    <w:rsid w:val="00657CDD"/>
    <w:rsid w:val="00660768"/>
    <w:rsid w:val="00661240"/>
    <w:rsid w:val="0066315E"/>
    <w:rsid w:val="00663E87"/>
    <w:rsid w:val="00664751"/>
    <w:rsid w:val="006654A5"/>
    <w:rsid w:val="00665EC0"/>
    <w:rsid w:val="00666DD3"/>
    <w:rsid w:val="006805A5"/>
    <w:rsid w:val="00684085"/>
    <w:rsid w:val="00685DF7"/>
    <w:rsid w:val="00686634"/>
    <w:rsid w:val="00690CCF"/>
    <w:rsid w:val="00692FD1"/>
    <w:rsid w:val="006936C3"/>
    <w:rsid w:val="00694129"/>
    <w:rsid w:val="006972E6"/>
    <w:rsid w:val="00697EFE"/>
    <w:rsid w:val="006A23A7"/>
    <w:rsid w:val="006A4F40"/>
    <w:rsid w:val="006A515C"/>
    <w:rsid w:val="006A6358"/>
    <w:rsid w:val="006A7DDD"/>
    <w:rsid w:val="006B4FDC"/>
    <w:rsid w:val="006B66DA"/>
    <w:rsid w:val="006B69AC"/>
    <w:rsid w:val="006C17C0"/>
    <w:rsid w:val="006C1A05"/>
    <w:rsid w:val="006C4587"/>
    <w:rsid w:val="006D0DC2"/>
    <w:rsid w:val="006D7529"/>
    <w:rsid w:val="006E4C22"/>
    <w:rsid w:val="006E676D"/>
    <w:rsid w:val="006F0C42"/>
    <w:rsid w:val="006F2754"/>
    <w:rsid w:val="006F2E52"/>
    <w:rsid w:val="006F53EE"/>
    <w:rsid w:val="006F698F"/>
    <w:rsid w:val="00702592"/>
    <w:rsid w:val="00703401"/>
    <w:rsid w:val="00703D79"/>
    <w:rsid w:val="00704E2D"/>
    <w:rsid w:val="00710078"/>
    <w:rsid w:val="007112CF"/>
    <w:rsid w:val="00712BA9"/>
    <w:rsid w:val="0071363A"/>
    <w:rsid w:val="007162EE"/>
    <w:rsid w:val="007165CB"/>
    <w:rsid w:val="00725169"/>
    <w:rsid w:val="0073172C"/>
    <w:rsid w:val="007333CC"/>
    <w:rsid w:val="00734B42"/>
    <w:rsid w:val="00740934"/>
    <w:rsid w:val="00740FE6"/>
    <w:rsid w:val="00741EE7"/>
    <w:rsid w:val="007420CD"/>
    <w:rsid w:val="00743207"/>
    <w:rsid w:val="00745C66"/>
    <w:rsid w:val="00750D90"/>
    <w:rsid w:val="00752127"/>
    <w:rsid w:val="007615C2"/>
    <w:rsid w:val="007631BC"/>
    <w:rsid w:val="00763921"/>
    <w:rsid w:val="00766EC5"/>
    <w:rsid w:val="007709A6"/>
    <w:rsid w:val="00771F51"/>
    <w:rsid w:val="00773328"/>
    <w:rsid w:val="00773AE6"/>
    <w:rsid w:val="007757FD"/>
    <w:rsid w:val="00777955"/>
    <w:rsid w:val="00780CBA"/>
    <w:rsid w:val="007825AD"/>
    <w:rsid w:val="0078266C"/>
    <w:rsid w:val="007836D6"/>
    <w:rsid w:val="0078688A"/>
    <w:rsid w:val="00787640"/>
    <w:rsid w:val="007909CD"/>
    <w:rsid w:val="00790F08"/>
    <w:rsid w:val="00792787"/>
    <w:rsid w:val="00795962"/>
    <w:rsid w:val="00797FD3"/>
    <w:rsid w:val="007A1E6F"/>
    <w:rsid w:val="007A28D2"/>
    <w:rsid w:val="007A2EA8"/>
    <w:rsid w:val="007A4AFE"/>
    <w:rsid w:val="007B3DA8"/>
    <w:rsid w:val="007B5C88"/>
    <w:rsid w:val="007B775C"/>
    <w:rsid w:val="007B7B53"/>
    <w:rsid w:val="007C06F6"/>
    <w:rsid w:val="007C2D1B"/>
    <w:rsid w:val="007C5E27"/>
    <w:rsid w:val="007D145A"/>
    <w:rsid w:val="007D18A8"/>
    <w:rsid w:val="007D2D7A"/>
    <w:rsid w:val="007D40A4"/>
    <w:rsid w:val="007D420F"/>
    <w:rsid w:val="007D5955"/>
    <w:rsid w:val="007D673B"/>
    <w:rsid w:val="007E092F"/>
    <w:rsid w:val="007E3740"/>
    <w:rsid w:val="007E6A7E"/>
    <w:rsid w:val="007F2661"/>
    <w:rsid w:val="007F2807"/>
    <w:rsid w:val="007F3896"/>
    <w:rsid w:val="007F460A"/>
    <w:rsid w:val="007F4D0E"/>
    <w:rsid w:val="007F57F7"/>
    <w:rsid w:val="007F64E8"/>
    <w:rsid w:val="007F76E5"/>
    <w:rsid w:val="007F7BD1"/>
    <w:rsid w:val="0080181C"/>
    <w:rsid w:val="008038D3"/>
    <w:rsid w:val="00810716"/>
    <w:rsid w:val="008112AF"/>
    <w:rsid w:val="00812E96"/>
    <w:rsid w:val="00814DB8"/>
    <w:rsid w:val="00814F4D"/>
    <w:rsid w:val="00816370"/>
    <w:rsid w:val="0081745B"/>
    <w:rsid w:val="0081763F"/>
    <w:rsid w:val="00820B78"/>
    <w:rsid w:val="0082261E"/>
    <w:rsid w:val="0082299A"/>
    <w:rsid w:val="0082438F"/>
    <w:rsid w:val="00824EEE"/>
    <w:rsid w:val="008251A5"/>
    <w:rsid w:val="00832D77"/>
    <w:rsid w:val="00833F4B"/>
    <w:rsid w:val="00835BE2"/>
    <w:rsid w:val="0083797B"/>
    <w:rsid w:val="0084309F"/>
    <w:rsid w:val="008430D1"/>
    <w:rsid w:val="008471FC"/>
    <w:rsid w:val="008477BF"/>
    <w:rsid w:val="008507D9"/>
    <w:rsid w:val="008519F6"/>
    <w:rsid w:val="008525FC"/>
    <w:rsid w:val="00855491"/>
    <w:rsid w:val="00855B59"/>
    <w:rsid w:val="00855C9A"/>
    <w:rsid w:val="008571EE"/>
    <w:rsid w:val="00857CAD"/>
    <w:rsid w:val="008621CB"/>
    <w:rsid w:val="008642D3"/>
    <w:rsid w:val="0087015B"/>
    <w:rsid w:val="00872605"/>
    <w:rsid w:val="0087564F"/>
    <w:rsid w:val="00875A5E"/>
    <w:rsid w:val="00875AFF"/>
    <w:rsid w:val="00876220"/>
    <w:rsid w:val="00877226"/>
    <w:rsid w:val="0088087B"/>
    <w:rsid w:val="00880FCB"/>
    <w:rsid w:val="00887341"/>
    <w:rsid w:val="008918F5"/>
    <w:rsid w:val="00894E30"/>
    <w:rsid w:val="008960AF"/>
    <w:rsid w:val="00896209"/>
    <w:rsid w:val="008A0CB2"/>
    <w:rsid w:val="008A4AE2"/>
    <w:rsid w:val="008A606E"/>
    <w:rsid w:val="008B40FE"/>
    <w:rsid w:val="008C25C1"/>
    <w:rsid w:val="008C5F02"/>
    <w:rsid w:val="008C746A"/>
    <w:rsid w:val="008C7F25"/>
    <w:rsid w:val="008D07F7"/>
    <w:rsid w:val="008D391E"/>
    <w:rsid w:val="008D4E33"/>
    <w:rsid w:val="008D521C"/>
    <w:rsid w:val="008E0F04"/>
    <w:rsid w:val="008E7269"/>
    <w:rsid w:val="008E74ED"/>
    <w:rsid w:val="008E7B8B"/>
    <w:rsid w:val="008F01CB"/>
    <w:rsid w:val="008F3BB8"/>
    <w:rsid w:val="008F4A46"/>
    <w:rsid w:val="008F67C4"/>
    <w:rsid w:val="008F7204"/>
    <w:rsid w:val="008F7CDE"/>
    <w:rsid w:val="00901D57"/>
    <w:rsid w:val="00903C87"/>
    <w:rsid w:val="00903DE4"/>
    <w:rsid w:val="00904BA7"/>
    <w:rsid w:val="009073E1"/>
    <w:rsid w:val="009100C6"/>
    <w:rsid w:val="00910FB9"/>
    <w:rsid w:val="00913ACC"/>
    <w:rsid w:val="00916820"/>
    <w:rsid w:val="00916E78"/>
    <w:rsid w:val="009202DA"/>
    <w:rsid w:val="00921365"/>
    <w:rsid w:val="00921C57"/>
    <w:rsid w:val="009245F5"/>
    <w:rsid w:val="00925071"/>
    <w:rsid w:val="009260DD"/>
    <w:rsid w:val="00926E61"/>
    <w:rsid w:val="009275D6"/>
    <w:rsid w:val="0093480F"/>
    <w:rsid w:val="00935FAE"/>
    <w:rsid w:val="00937BB4"/>
    <w:rsid w:val="00942226"/>
    <w:rsid w:val="0094222D"/>
    <w:rsid w:val="0094476C"/>
    <w:rsid w:val="00954F4D"/>
    <w:rsid w:val="00954F78"/>
    <w:rsid w:val="009613E1"/>
    <w:rsid w:val="009617DD"/>
    <w:rsid w:val="009648AD"/>
    <w:rsid w:val="00964AF9"/>
    <w:rsid w:val="009664A4"/>
    <w:rsid w:val="00970985"/>
    <w:rsid w:val="009709D1"/>
    <w:rsid w:val="00974B30"/>
    <w:rsid w:val="00976572"/>
    <w:rsid w:val="00977DF8"/>
    <w:rsid w:val="00981ED7"/>
    <w:rsid w:val="009844CE"/>
    <w:rsid w:val="00985FCB"/>
    <w:rsid w:val="00987067"/>
    <w:rsid w:val="0099154C"/>
    <w:rsid w:val="00992277"/>
    <w:rsid w:val="00995125"/>
    <w:rsid w:val="009955BB"/>
    <w:rsid w:val="009962E7"/>
    <w:rsid w:val="00997A19"/>
    <w:rsid w:val="009A0544"/>
    <w:rsid w:val="009A57C6"/>
    <w:rsid w:val="009A5F90"/>
    <w:rsid w:val="009A6568"/>
    <w:rsid w:val="009B136F"/>
    <w:rsid w:val="009B1C79"/>
    <w:rsid w:val="009B33B8"/>
    <w:rsid w:val="009B4D08"/>
    <w:rsid w:val="009B6088"/>
    <w:rsid w:val="009B65A8"/>
    <w:rsid w:val="009C02A4"/>
    <w:rsid w:val="009C37F6"/>
    <w:rsid w:val="009C4ADA"/>
    <w:rsid w:val="009C4DA1"/>
    <w:rsid w:val="009C5506"/>
    <w:rsid w:val="009C56C7"/>
    <w:rsid w:val="009C59C2"/>
    <w:rsid w:val="009D09FD"/>
    <w:rsid w:val="009D217B"/>
    <w:rsid w:val="009D41B9"/>
    <w:rsid w:val="009D74C2"/>
    <w:rsid w:val="009E01FE"/>
    <w:rsid w:val="009E0883"/>
    <w:rsid w:val="009E2422"/>
    <w:rsid w:val="009E354C"/>
    <w:rsid w:val="009E6B99"/>
    <w:rsid w:val="009E7016"/>
    <w:rsid w:val="009E7A28"/>
    <w:rsid w:val="009E7EE7"/>
    <w:rsid w:val="009F2CD1"/>
    <w:rsid w:val="009F44B5"/>
    <w:rsid w:val="009F4C43"/>
    <w:rsid w:val="009F4F93"/>
    <w:rsid w:val="009F5A92"/>
    <w:rsid w:val="00A010A0"/>
    <w:rsid w:val="00A0299A"/>
    <w:rsid w:val="00A05587"/>
    <w:rsid w:val="00A11367"/>
    <w:rsid w:val="00A113A6"/>
    <w:rsid w:val="00A11C1D"/>
    <w:rsid w:val="00A11EB2"/>
    <w:rsid w:val="00A13DD8"/>
    <w:rsid w:val="00A13F0E"/>
    <w:rsid w:val="00A14B33"/>
    <w:rsid w:val="00A1582A"/>
    <w:rsid w:val="00A202B1"/>
    <w:rsid w:val="00A25540"/>
    <w:rsid w:val="00A257DA"/>
    <w:rsid w:val="00A25D8F"/>
    <w:rsid w:val="00A330AC"/>
    <w:rsid w:val="00A34B13"/>
    <w:rsid w:val="00A35347"/>
    <w:rsid w:val="00A357F7"/>
    <w:rsid w:val="00A365C2"/>
    <w:rsid w:val="00A378A0"/>
    <w:rsid w:val="00A40D66"/>
    <w:rsid w:val="00A425FA"/>
    <w:rsid w:val="00A4347A"/>
    <w:rsid w:val="00A447FF"/>
    <w:rsid w:val="00A47C24"/>
    <w:rsid w:val="00A54A67"/>
    <w:rsid w:val="00A54B73"/>
    <w:rsid w:val="00A5512F"/>
    <w:rsid w:val="00A65799"/>
    <w:rsid w:val="00A66ABD"/>
    <w:rsid w:val="00A7124B"/>
    <w:rsid w:val="00A71F10"/>
    <w:rsid w:val="00A7213C"/>
    <w:rsid w:val="00A729D5"/>
    <w:rsid w:val="00A72AD8"/>
    <w:rsid w:val="00A73D44"/>
    <w:rsid w:val="00A754A6"/>
    <w:rsid w:val="00A8375E"/>
    <w:rsid w:val="00A850CE"/>
    <w:rsid w:val="00A86B24"/>
    <w:rsid w:val="00A90350"/>
    <w:rsid w:val="00A9176D"/>
    <w:rsid w:val="00A94BAB"/>
    <w:rsid w:val="00AA0D0D"/>
    <w:rsid w:val="00AA22BF"/>
    <w:rsid w:val="00AA473E"/>
    <w:rsid w:val="00AA4E87"/>
    <w:rsid w:val="00AA59B1"/>
    <w:rsid w:val="00AA65AD"/>
    <w:rsid w:val="00AB2228"/>
    <w:rsid w:val="00AB2974"/>
    <w:rsid w:val="00AB2D89"/>
    <w:rsid w:val="00AB3D7C"/>
    <w:rsid w:val="00AB48AB"/>
    <w:rsid w:val="00AB6793"/>
    <w:rsid w:val="00AB75DB"/>
    <w:rsid w:val="00AC03D0"/>
    <w:rsid w:val="00AC2BD2"/>
    <w:rsid w:val="00AC30C3"/>
    <w:rsid w:val="00AC6B98"/>
    <w:rsid w:val="00AD09E8"/>
    <w:rsid w:val="00AD1141"/>
    <w:rsid w:val="00AD3B46"/>
    <w:rsid w:val="00AD59E1"/>
    <w:rsid w:val="00AD61FF"/>
    <w:rsid w:val="00AE0536"/>
    <w:rsid w:val="00AE1A10"/>
    <w:rsid w:val="00AE1B23"/>
    <w:rsid w:val="00AE2328"/>
    <w:rsid w:val="00AE3752"/>
    <w:rsid w:val="00AF3B40"/>
    <w:rsid w:val="00AF760F"/>
    <w:rsid w:val="00B02410"/>
    <w:rsid w:val="00B02A3C"/>
    <w:rsid w:val="00B02E08"/>
    <w:rsid w:val="00B039FD"/>
    <w:rsid w:val="00B04C36"/>
    <w:rsid w:val="00B04F8B"/>
    <w:rsid w:val="00B067F0"/>
    <w:rsid w:val="00B06BC0"/>
    <w:rsid w:val="00B070F4"/>
    <w:rsid w:val="00B11881"/>
    <w:rsid w:val="00B12146"/>
    <w:rsid w:val="00B127B0"/>
    <w:rsid w:val="00B1543B"/>
    <w:rsid w:val="00B16A82"/>
    <w:rsid w:val="00B16D91"/>
    <w:rsid w:val="00B2103F"/>
    <w:rsid w:val="00B2688C"/>
    <w:rsid w:val="00B26F92"/>
    <w:rsid w:val="00B31F84"/>
    <w:rsid w:val="00B32498"/>
    <w:rsid w:val="00B43C34"/>
    <w:rsid w:val="00B5061C"/>
    <w:rsid w:val="00B5182E"/>
    <w:rsid w:val="00B54A61"/>
    <w:rsid w:val="00B54BE0"/>
    <w:rsid w:val="00B63D43"/>
    <w:rsid w:val="00B64361"/>
    <w:rsid w:val="00B66C46"/>
    <w:rsid w:val="00B703D3"/>
    <w:rsid w:val="00B72B86"/>
    <w:rsid w:val="00B72D2B"/>
    <w:rsid w:val="00B7401C"/>
    <w:rsid w:val="00B76345"/>
    <w:rsid w:val="00B81ADB"/>
    <w:rsid w:val="00B828E6"/>
    <w:rsid w:val="00B82971"/>
    <w:rsid w:val="00B84FD6"/>
    <w:rsid w:val="00B86518"/>
    <w:rsid w:val="00B90083"/>
    <w:rsid w:val="00B904D7"/>
    <w:rsid w:val="00B9121F"/>
    <w:rsid w:val="00B919A4"/>
    <w:rsid w:val="00B94320"/>
    <w:rsid w:val="00B95F81"/>
    <w:rsid w:val="00B96FB2"/>
    <w:rsid w:val="00BA0C52"/>
    <w:rsid w:val="00BA218A"/>
    <w:rsid w:val="00BA233F"/>
    <w:rsid w:val="00BA3EA0"/>
    <w:rsid w:val="00BA4A2B"/>
    <w:rsid w:val="00BA50D6"/>
    <w:rsid w:val="00BA7778"/>
    <w:rsid w:val="00BC1B10"/>
    <w:rsid w:val="00BC233D"/>
    <w:rsid w:val="00BC3F09"/>
    <w:rsid w:val="00BC6870"/>
    <w:rsid w:val="00BC748A"/>
    <w:rsid w:val="00BC7CE4"/>
    <w:rsid w:val="00BD744C"/>
    <w:rsid w:val="00BE1D2D"/>
    <w:rsid w:val="00BE37BA"/>
    <w:rsid w:val="00BE3FC1"/>
    <w:rsid w:val="00BE5509"/>
    <w:rsid w:val="00BF0261"/>
    <w:rsid w:val="00BF1780"/>
    <w:rsid w:val="00BF4E8B"/>
    <w:rsid w:val="00C0060B"/>
    <w:rsid w:val="00C0135E"/>
    <w:rsid w:val="00C042A4"/>
    <w:rsid w:val="00C04B34"/>
    <w:rsid w:val="00C05EE1"/>
    <w:rsid w:val="00C0684E"/>
    <w:rsid w:val="00C073C1"/>
    <w:rsid w:val="00C07504"/>
    <w:rsid w:val="00C101F7"/>
    <w:rsid w:val="00C11EB5"/>
    <w:rsid w:val="00C16C29"/>
    <w:rsid w:val="00C214E4"/>
    <w:rsid w:val="00C21B34"/>
    <w:rsid w:val="00C23782"/>
    <w:rsid w:val="00C27976"/>
    <w:rsid w:val="00C31FE8"/>
    <w:rsid w:val="00C33660"/>
    <w:rsid w:val="00C33EC1"/>
    <w:rsid w:val="00C367D6"/>
    <w:rsid w:val="00C4345C"/>
    <w:rsid w:val="00C43BC0"/>
    <w:rsid w:val="00C440DD"/>
    <w:rsid w:val="00C44417"/>
    <w:rsid w:val="00C52A68"/>
    <w:rsid w:val="00C52F51"/>
    <w:rsid w:val="00C54D96"/>
    <w:rsid w:val="00C568DB"/>
    <w:rsid w:val="00C60813"/>
    <w:rsid w:val="00C64E7C"/>
    <w:rsid w:val="00C65DB4"/>
    <w:rsid w:val="00C7257E"/>
    <w:rsid w:val="00C72F67"/>
    <w:rsid w:val="00C81211"/>
    <w:rsid w:val="00C87130"/>
    <w:rsid w:val="00C87303"/>
    <w:rsid w:val="00C873B6"/>
    <w:rsid w:val="00C911A2"/>
    <w:rsid w:val="00C945CB"/>
    <w:rsid w:val="00CA0DF9"/>
    <w:rsid w:val="00CA192E"/>
    <w:rsid w:val="00CA1E6B"/>
    <w:rsid w:val="00CA47CC"/>
    <w:rsid w:val="00CB0706"/>
    <w:rsid w:val="00CB3EC4"/>
    <w:rsid w:val="00CB5EEB"/>
    <w:rsid w:val="00CB7846"/>
    <w:rsid w:val="00CB7AC7"/>
    <w:rsid w:val="00CC0853"/>
    <w:rsid w:val="00CC2178"/>
    <w:rsid w:val="00CC4C63"/>
    <w:rsid w:val="00CD18A4"/>
    <w:rsid w:val="00CD2EB6"/>
    <w:rsid w:val="00CD2FCB"/>
    <w:rsid w:val="00CD34CE"/>
    <w:rsid w:val="00CD388E"/>
    <w:rsid w:val="00CD39D4"/>
    <w:rsid w:val="00CD4DC3"/>
    <w:rsid w:val="00CE2F43"/>
    <w:rsid w:val="00CE4C74"/>
    <w:rsid w:val="00CE7E55"/>
    <w:rsid w:val="00CF00D2"/>
    <w:rsid w:val="00CF248A"/>
    <w:rsid w:val="00CF7EBF"/>
    <w:rsid w:val="00D01388"/>
    <w:rsid w:val="00D03032"/>
    <w:rsid w:val="00D03823"/>
    <w:rsid w:val="00D03918"/>
    <w:rsid w:val="00D05336"/>
    <w:rsid w:val="00D06B4E"/>
    <w:rsid w:val="00D070DF"/>
    <w:rsid w:val="00D07296"/>
    <w:rsid w:val="00D072FE"/>
    <w:rsid w:val="00D11BB0"/>
    <w:rsid w:val="00D12E73"/>
    <w:rsid w:val="00D14B68"/>
    <w:rsid w:val="00D15D1E"/>
    <w:rsid w:val="00D16A08"/>
    <w:rsid w:val="00D17B21"/>
    <w:rsid w:val="00D20A7C"/>
    <w:rsid w:val="00D21A69"/>
    <w:rsid w:val="00D30783"/>
    <w:rsid w:val="00D3233C"/>
    <w:rsid w:val="00D32FBF"/>
    <w:rsid w:val="00D33B33"/>
    <w:rsid w:val="00D34CC4"/>
    <w:rsid w:val="00D40F1F"/>
    <w:rsid w:val="00D41618"/>
    <w:rsid w:val="00D4196D"/>
    <w:rsid w:val="00D41D34"/>
    <w:rsid w:val="00D45B8B"/>
    <w:rsid w:val="00D46582"/>
    <w:rsid w:val="00D5025D"/>
    <w:rsid w:val="00D50407"/>
    <w:rsid w:val="00D50B6C"/>
    <w:rsid w:val="00D56A5A"/>
    <w:rsid w:val="00D575E3"/>
    <w:rsid w:val="00D57B16"/>
    <w:rsid w:val="00D60648"/>
    <w:rsid w:val="00D61F21"/>
    <w:rsid w:val="00D66725"/>
    <w:rsid w:val="00D67882"/>
    <w:rsid w:val="00D67971"/>
    <w:rsid w:val="00D67DCA"/>
    <w:rsid w:val="00D73F4F"/>
    <w:rsid w:val="00D768AD"/>
    <w:rsid w:val="00D824F1"/>
    <w:rsid w:val="00D82F6E"/>
    <w:rsid w:val="00D83BDE"/>
    <w:rsid w:val="00D86C0B"/>
    <w:rsid w:val="00D925DC"/>
    <w:rsid w:val="00D92F76"/>
    <w:rsid w:val="00D93F7B"/>
    <w:rsid w:val="00D96A2E"/>
    <w:rsid w:val="00D97AEC"/>
    <w:rsid w:val="00D97D7E"/>
    <w:rsid w:val="00DA1499"/>
    <w:rsid w:val="00DA1CDE"/>
    <w:rsid w:val="00DA42F0"/>
    <w:rsid w:val="00DA4E67"/>
    <w:rsid w:val="00DA6A0F"/>
    <w:rsid w:val="00DA6B3E"/>
    <w:rsid w:val="00DB1A05"/>
    <w:rsid w:val="00DB36A9"/>
    <w:rsid w:val="00DB6E39"/>
    <w:rsid w:val="00DB735E"/>
    <w:rsid w:val="00DC0D5E"/>
    <w:rsid w:val="00DC0DBA"/>
    <w:rsid w:val="00DC2192"/>
    <w:rsid w:val="00DC2930"/>
    <w:rsid w:val="00DC2F1B"/>
    <w:rsid w:val="00DC4304"/>
    <w:rsid w:val="00DC5D03"/>
    <w:rsid w:val="00DD1757"/>
    <w:rsid w:val="00DE0CEE"/>
    <w:rsid w:val="00DE1F59"/>
    <w:rsid w:val="00DE20CA"/>
    <w:rsid w:val="00DE2B69"/>
    <w:rsid w:val="00DE3447"/>
    <w:rsid w:val="00DE3AD9"/>
    <w:rsid w:val="00DE54F1"/>
    <w:rsid w:val="00DE6A26"/>
    <w:rsid w:val="00DF08E2"/>
    <w:rsid w:val="00DF0DFB"/>
    <w:rsid w:val="00DF0F29"/>
    <w:rsid w:val="00DF16F6"/>
    <w:rsid w:val="00DF2DB0"/>
    <w:rsid w:val="00DF58DF"/>
    <w:rsid w:val="00DF5A8D"/>
    <w:rsid w:val="00E00280"/>
    <w:rsid w:val="00E00F1C"/>
    <w:rsid w:val="00E011AE"/>
    <w:rsid w:val="00E02DF1"/>
    <w:rsid w:val="00E03EBB"/>
    <w:rsid w:val="00E04025"/>
    <w:rsid w:val="00E06816"/>
    <w:rsid w:val="00E07156"/>
    <w:rsid w:val="00E11DDC"/>
    <w:rsid w:val="00E1215C"/>
    <w:rsid w:val="00E137DB"/>
    <w:rsid w:val="00E13D47"/>
    <w:rsid w:val="00E16416"/>
    <w:rsid w:val="00E208CC"/>
    <w:rsid w:val="00E20B62"/>
    <w:rsid w:val="00E21565"/>
    <w:rsid w:val="00E24C96"/>
    <w:rsid w:val="00E27B28"/>
    <w:rsid w:val="00E31782"/>
    <w:rsid w:val="00E36C3C"/>
    <w:rsid w:val="00E4024C"/>
    <w:rsid w:val="00E41370"/>
    <w:rsid w:val="00E418E8"/>
    <w:rsid w:val="00E4209E"/>
    <w:rsid w:val="00E44760"/>
    <w:rsid w:val="00E47B3E"/>
    <w:rsid w:val="00E519D3"/>
    <w:rsid w:val="00E52C5C"/>
    <w:rsid w:val="00E54C12"/>
    <w:rsid w:val="00E576F7"/>
    <w:rsid w:val="00E57AEB"/>
    <w:rsid w:val="00E6459C"/>
    <w:rsid w:val="00E66712"/>
    <w:rsid w:val="00E6732F"/>
    <w:rsid w:val="00E67BFE"/>
    <w:rsid w:val="00E705AE"/>
    <w:rsid w:val="00E71831"/>
    <w:rsid w:val="00E7508E"/>
    <w:rsid w:val="00E77207"/>
    <w:rsid w:val="00E77738"/>
    <w:rsid w:val="00E779CE"/>
    <w:rsid w:val="00E80BE8"/>
    <w:rsid w:val="00E81FB0"/>
    <w:rsid w:val="00E83232"/>
    <w:rsid w:val="00E845B1"/>
    <w:rsid w:val="00E84E60"/>
    <w:rsid w:val="00E95CB3"/>
    <w:rsid w:val="00E97F4F"/>
    <w:rsid w:val="00EA025C"/>
    <w:rsid w:val="00EA5283"/>
    <w:rsid w:val="00EA6885"/>
    <w:rsid w:val="00EA7662"/>
    <w:rsid w:val="00EB52B6"/>
    <w:rsid w:val="00EC05F3"/>
    <w:rsid w:val="00EC0D4B"/>
    <w:rsid w:val="00EC146A"/>
    <w:rsid w:val="00EC20A3"/>
    <w:rsid w:val="00EC4579"/>
    <w:rsid w:val="00EC491D"/>
    <w:rsid w:val="00EC64B9"/>
    <w:rsid w:val="00EC6513"/>
    <w:rsid w:val="00ED3FA3"/>
    <w:rsid w:val="00ED70FC"/>
    <w:rsid w:val="00EE011E"/>
    <w:rsid w:val="00EE0903"/>
    <w:rsid w:val="00EE0982"/>
    <w:rsid w:val="00EE23BB"/>
    <w:rsid w:val="00EE3251"/>
    <w:rsid w:val="00EE3BF0"/>
    <w:rsid w:val="00EE67E0"/>
    <w:rsid w:val="00EF401F"/>
    <w:rsid w:val="00EF7166"/>
    <w:rsid w:val="00F01B85"/>
    <w:rsid w:val="00F021FC"/>
    <w:rsid w:val="00F05DF8"/>
    <w:rsid w:val="00F06997"/>
    <w:rsid w:val="00F069FF"/>
    <w:rsid w:val="00F1163F"/>
    <w:rsid w:val="00F11D9C"/>
    <w:rsid w:val="00F131F6"/>
    <w:rsid w:val="00F133E3"/>
    <w:rsid w:val="00F165D6"/>
    <w:rsid w:val="00F17266"/>
    <w:rsid w:val="00F21A40"/>
    <w:rsid w:val="00F25336"/>
    <w:rsid w:val="00F26089"/>
    <w:rsid w:val="00F30444"/>
    <w:rsid w:val="00F35049"/>
    <w:rsid w:val="00F3575C"/>
    <w:rsid w:val="00F43F3A"/>
    <w:rsid w:val="00F44544"/>
    <w:rsid w:val="00F44DBF"/>
    <w:rsid w:val="00F52F8B"/>
    <w:rsid w:val="00F54EFD"/>
    <w:rsid w:val="00F55430"/>
    <w:rsid w:val="00F63B71"/>
    <w:rsid w:val="00F64ADF"/>
    <w:rsid w:val="00F6685B"/>
    <w:rsid w:val="00F66B4C"/>
    <w:rsid w:val="00F70E16"/>
    <w:rsid w:val="00F74505"/>
    <w:rsid w:val="00F763FD"/>
    <w:rsid w:val="00F7644F"/>
    <w:rsid w:val="00F830BA"/>
    <w:rsid w:val="00F832E2"/>
    <w:rsid w:val="00F83763"/>
    <w:rsid w:val="00F841AE"/>
    <w:rsid w:val="00F85B42"/>
    <w:rsid w:val="00F93BF1"/>
    <w:rsid w:val="00F94EBE"/>
    <w:rsid w:val="00F9743B"/>
    <w:rsid w:val="00FA0FF7"/>
    <w:rsid w:val="00FA215D"/>
    <w:rsid w:val="00FA7AE5"/>
    <w:rsid w:val="00FB310E"/>
    <w:rsid w:val="00FB3153"/>
    <w:rsid w:val="00FB41FD"/>
    <w:rsid w:val="00FB7634"/>
    <w:rsid w:val="00FB7B11"/>
    <w:rsid w:val="00FB7C1D"/>
    <w:rsid w:val="00FC0FE6"/>
    <w:rsid w:val="00FC1004"/>
    <w:rsid w:val="00FC38A7"/>
    <w:rsid w:val="00FC3EEA"/>
    <w:rsid w:val="00FC4558"/>
    <w:rsid w:val="00FC5709"/>
    <w:rsid w:val="00FC59D1"/>
    <w:rsid w:val="00FC62E2"/>
    <w:rsid w:val="00FC64A0"/>
    <w:rsid w:val="00FC66CE"/>
    <w:rsid w:val="00FD03FA"/>
    <w:rsid w:val="00FD071B"/>
    <w:rsid w:val="00FD14BC"/>
    <w:rsid w:val="00FD41EA"/>
    <w:rsid w:val="00FD61C8"/>
    <w:rsid w:val="00FD6D33"/>
    <w:rsid w:val="00FD6FFF"/>
    <w:rsid w:val="00FF09A3"/>
    <w:rsid w:val="00FF0C54"/>
    <w:rsid w:val="00FF2FFF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6AAC1A7"/>
  <w15:docId w15:val="{3FE67A92-47C2-4C00-8B1B-D18833A2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29">
    <w:name w:val="2"/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afe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314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32CB-FCF7-4AB8-808B-628A3BB96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1041</TotalTime>
  <Pages>9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cp:keywords/>
  <dc:description/>
  <cp:lastModifiedBy>Марина Голубева</cp:lastModifiedBy>
  <cp:revision>113</cp:revision>
  <cp:lastPrinted>2021-12-21T11:21:00Z</cp:lastPrinted>
  <dcterms:created xsi:type="dcterms:W3CDTF">2022-09-02T10:14:00Z</dcterms:created>
  <dcterms:modified xsi:type="dcterms:W3CDTF">2022-10-04T06:19:00Z</dcterms:modified>
</cp:coreProperties>
</file>